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FA4173">
        <w:rPr>
          <w:rFonts w:ascii="Arial" w:hAnsi="Arial"/>
        </w:rPr>
        <w:t xml:space="preserve">     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 xml:space="preserve">Artykuł 1  </w:t>
      </w:r>
    </w:p>
    <w:p w:rsidR="001F3754" w:rsidRPr="00F93BE2" w:rsidRDefault="001F3754" w:rsidP="00243D10">
      <w:pPr>
        <w:pStyle w:val="Zwykytek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Na zasadach i warunkach określonych</w:t>
      </w:r>
      <w:r w:rsidR="00243D10">
        <w:rPr>
          <w:rFonts w:ascii="Arial" w:hAnsi="Arial" w:cs="Arial"/>
        </w:rPr>
        <w:t xml:space="preserve"> w niniejszej umowie WYKONAWCA </w:t>
      </w:r>
      <w:r w:rsidRPr="008224BC">
        <w:rPr>
          <w:rFonts w:ascii="Arial" w:hAnsi="Arial" w:cs="Arial"/>
        </w:rPr>
        <w:t>zobowiązuje się</w:t>
      </w:r>
      <w:r>
        <w:rPr>
          <w:rFonts w:ascii="Arial" w:hAnsi="Arial" w:cs="Arial"/>
        </w:rPr>
        <w:t xml:space="preserve"> sprzedawać </w:t>
      </w:r>
      <w:r w:rsidRPr="00F93BE2">
        <w:rPr>
          <w:rFonts w:ascii="Arial" w:hAnsi="Arial" w:cs="Arial"/>
        </w:rPr>
        <w:t>(</w:t>
      </w:r>
      <w:r w:rsidRPr="00F93BE2">
        <w:rPr>
          <w:rFonts w:ascii="Arial" w:hAnsi="Arial" w:cs="Arial"/>
          <w:i/>
        </w:rPr>
        <w:t>dostarczać</w:t>
      </w:r>
      <w:r w:rsidR="00243D10">
        <w:rPr>
          <w:rFonts w:ascii="Arial" w:hAnsi="Arial" w:cs="Arial"/>
        </w:rPr>
        <w:t xml:space="preserve">) ZAMAWIAJĄCEMU materiały </w:t>
      </w:r>
      <w:proofErr w:type="spellStart"/>
      <w:r w:rsidR="00243D10">
        <w:rPr>
          <w:rFonts w:ascii="Arial" w:hAnsi="Arial" w:cs="Arial"/>
        </w:rPr>
        <w:t>szewne</w:t>
      </w:r>
      <w:proofErr w:type="spellEnd"/>
      <w:r w:rsidR="00243D10">
        <w:rPr>
          <w:rFonts w:ascii="Arial" w:hAnsi="Arial" w:cs="Arial"/>
        </w:rPr>
        <w:t>, siatki chirurgiczne i inne wyroby medyczne</w:t>
      </w:r>
      <w:r w:rsidR="00243D10" w:rsidRPr="00243D10">
        <w:rPr>
          <w:rFonts w:ascii="Arial" w:hAnsi="Arial" w:cs="Arial"/>
        </w:rPr>
        <w:t xml:space="preserve"> </w:t>
      </w:r>
      <w:r w:rsidRPr="00F93BE2">
        <w:rPr>
          <w:rFonts w:ascii="Arial" w:hAnsi="Arial" w:cs="Arial"/>
        </w:rPr>
        <w:t xml:space="preserve">szczegółowo opisane </w:t>
      </w:r>
      <w:r w:rsidR="00243D10">
        <w:rPr>
          <w:rFonts w:ascii="Arial" w:hAnsi="Arial" w:cs="Arial"/>
        </w:rPr>
        <w:t xml:space="preserve">w </w:t>
      </w:r>
      <w:r w:rsidR="00243D10">
        <w:rPr>
          <w:rFonts w:ascii="Arial" w:hAnsi="Arial" w:cs="Arial"/>
          <w:b/>
        </w:rPr>
        <w:t>załączniku</w:t>
      </w:r>
      <w:r w:rsidRPr="00F93BE2">
        <w:rPr>
          <w:rFonts w:ascii="Arial" w:hAnsi="Arial" w:cs="Arial"/>
          <w:b/>
        </w:rPr>
        <w:t xml:space="preserve"> nr 1</w:t>
      </w:r>
      <w:r w:rsidR="00243D10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umowy (formularz cenowy)</w:t>
      </w:r>
      <w:r w:rsidR="00243D10">
        <w:rPr>
          <w:rFonts w:ascii="Arial" w:hAnsi="Arial" w:cs="Arial"/>
        </w:rPr>
        <w:t xml:space="preserve">, zwane w dalszej części </w:t>
      </w:r>
      <w:r w:rsidRPr="00F93BE2">
        <w:rPr>
          <w:rFonts w:ascii="Arial" w:hAnsi="Arial" w:cs="Arial"/>
        </w:rPr>
        <w:t>umowy „</w:t>
      </w:r>
      <w:r w:rsidRPr="00F93BE2">
        <w:rPr>
          <w:rFonts w:ascii="Arial" w:hAnsi="Arial" w:cs="Arial"/>
          <w:b/>
        </w:rPr>
        <w:t>towarem</w:t>
      </w:r>
      <w:r w:rsidRPr="00F93BE2">
        <w:rPr>
          <w:rFonts w:ascii="Arial" w:hAnsi="Arial" w:cs="Arial"/>
        </w:rPr>
        <w:t>”.</w:t>
      </w:r>
      <w:bookmarkStart w:id="0" w:name="_GoBack"/>
      <w:bookmarkEnd w:id="0"/>
    </w:p>
    <w:p w:rsidR="001F3754" w:rsidRPr="008224BC" w:rsidRDefault="001F3754" w:rsidP="001F3754">
      <w:pPr>
        <w:pStyle w:val="Zwykytek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Umowa niniejsza zostaje zawarta w związku z wyborem w trybie przetargu ni</w:t>
      </w:r>
      <w:r>
        <w:rPr>
          <w:rFonts w:ascii="Arial" w:hAnsi="Arial" w:cs="Arial"/>
        </w:rPr>
        <w:t xml:space="preserve">eograniczonego </w:t>
      </w:r>
      <w:r w:rsidRPr="008224BC">
        <w:rPr>
          <w:rFonts w:ascii="Arial" w:hAnsi="Arial" w:cs="Arial"/>
        </w:rPr>
        <w:t>oferty WYKONAWCY na  dostawę towarów.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2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Dostawa towaru </w:t>
      </w:r>
      <w:r w:rsidR="004358CF">
        <w:rPr>
          <w:rFonts w:ascii="Arial" w:hAnsi="Arial" w:cs="Arial"/>
        </w:rPr>
        <w:t xml:space="preserve">będzie następowała sukcesywnie </w:t>
      </w:r>
      <w:r w:rsidRPr="008224BC">
        <w:rPr>
          <w:rFonts w:ascii="Arial" w:hAnsi="Arial" w:cs="Arial"/>
        </w:rPr>
        <w:t>na podstawie</w:t>
      </w:r>
      <w:r w:rsidRPr="008224BC">
        <w:rPr>
          <w:rFonts w:ascii="Arial" w:hAnsi="Arial" w:cs="Arial"/>
          <w:b/>
        </w:rPr>
        <w:t xml:space="preserve"> zamówienia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>ZAMAWIAJĄCEGO  określającego ilość i asortyment zamawianego towaru.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Zamówienia mogą być składane WYKONAWCY fax-em lub telefonicznie . 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WYKONAWCA zobowiązuje się dostarczyć zamówiony towar </w:t>
      </w:r>
      <w:r>
        <w:rPr>
          <w:rFonts w:ascii="Arial" w:hAnsi="Arial" w:cs="Arial"/>
        </w:rPr>
        <w:t>do siedziby ZAMAWIAJĄCEGO ( magazyn apteki</w:t>
      </w:r>
      <w:r w:rsidRPr="008224BC">
        <w:rPr>
          <w:rFonts w:ascii="Arial" w:hAnsi="Arial" w:cs="Arial"/>
        </w:rPr>
        <w:t>)</w:t>
      </w:r>
      <w:r w:rsidR="00564CC9"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 xml:space="preserve">w terminie do </w:t>
      </w:r>
      <w:r w:rsidR="004358CF">
        <w:rPr>
          <w:rFonts w:ascii="Arial" w:hAnsi="Arial" w:cs="Arial"/>
          <w:b/>
        </w:rPr>
        <w:t>…..</w:t>
      </w:r>
      <w:r w:rsidRPr="004839DB">
        <w:rPr>
          <w:rFonts w:ascii="Arial" w:hAnsi="Arial" w:cs="Arial"/>
          <w:b/>
        </w:rPr>
        <w:t xml:space="preserve"> </w:t>
      </w:r>
      <w:r w:rsidRPr="008224BC">
        <w:rPr>
          <w:rFonts w:ascii="Arial" w:hAnsi="Arial" w:cs="Arial"/>
          <w:b/>
        </w:rPr>
        <w:t>dni</w:t>
      </w:r>
      <w:r w:rsidR="004839DB">
        <w:rPr>
          <w:rFonts w:ascii="Arial" w:hAnsi="Arial" w:cs="Arial"/>
          <w:b/>
        </w:rPr>
        <w:t>a</w:t>
      </w:r>
      <w:r w:rsidR="00AA7B10">
        <w:rPr>
          <w:rFonts w:ascii="Arial" w:hAnsi="Arial" w:cs="Arial"/>
          <w:b/>
        </w:rPr>
        <w:t xml:space="preserve"> </w:t>
      </w:r>
      <w:r w:rsidRPr="008224BC">
        <w:rPr>
          <w:rFonts w:ascii="Arial" w:hAnsi="Arial" w:cs="Arial"/>
        </w:rPr>
        <w:t>od chwili złożenia zamówienia w godzinac</w:t>
      </w:r>
      <w:r>
        <w:rPr>
          <w:rFonts w:ascii="Arial" w:hAnsi="Arial" w:cs="Arial"/>
        </w:rPr>
        <w:t>h czynności Apteki Szpitalnej (</w:t>
      </w:r>
      <w:r w:rsidRPr="008224BC">
        <w:rPr>
          <w:rFonts w:ascii="Arial" w:hAnsi="Arial" w:cs="Arial"/>
        </w:rPr>
        <w:t>od poniedziałku do piątku w godzinach od</w:t>
      </w:r>
      <w:r>
        <w:rPr>
          <w:rFonts w:ascii="Arial" w:hAnsi="Arial" w:cs="Arial"/>
        </w:rPr>
        <w:t xml:space="preserve"> 7:00 do 14:00)</w:t>
      </w:r>
      <w:r w:rsidRPr="008224BC">
        <w:rPr>
          <w:rFonts w:ascii="Arial" w:hAnsi="Arial" w:cs="Arial"/>
        </w:rPr>
        <w:t>. Jeżeli dostawa wypada w dniu wolnym od pracy lub poza godzinami pracy apteki szpitalnej dostawa nastąpi w pierwszym dniu r</w:t>
      </w:r>
      <w:r>
        <w:rPr>
          <w:rFonts w:ascii="Arial" w:hAnsi="Arial" w:cs="Arial"/>
        </w:rPr>
        <w:t>oboczym po wyznaczonym terminie</w:t>
      </w:r>
      <w:r w:rsidRPr="008224B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 xml:space="preserve">Za pisemną  zgodą  ZAMAWIAJĄCEGO termin dostawy towarów  może być wydłużony o 5 – dni. 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Dostawa towaru będzie dokonywana własnym  staraniem WYKONAWCY z zachowaniem rygorów sanitarnych zapewniających wymaganą jakość przewożonego towaru oraz z zachowaniem warunków przechowywania zgodnie z zaleceniami producenta. Koszty związane z  dostawą towaru do miejsca przeznaczenia obciążają WYKONAWCĘ.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Do każdej dostarczonej partii towaru </w:t>
      </w:r>
      <w:r w:rsidR="00CA206D">
        <w:rPr>
          <w:rFonts w:ascii="Arial" w:hAnsi="Arial" w:cs="Arial"/>
        </w:rPr>
        <w:t>WYKONAWCA dołączy fakturę VAT (</w:t>
      </w:r>
      <w:r w:rsidRPr="008224BC">
        <w:rPr>
          <w:rFonts w:ascii="Arial" w:hAnsi="Arial" w:cs="Arial"/>
        </w:rPr>
        <w:t xml:space="preserve">oryginał i </w:t>
      </w:r>
      <w:r>
        <w:rPr>
          <w:rFonts w:ascii="Arial" w:hAnsi="Arial" w:cs="Arial"/>
        </w:rPr>
        <w:t xml:space="preserve">kopię dla potrzeb Zamawiającego) </w:t>
      </w:r>
      <w:r w:rsidRPr="008224BC">
        <w:rPr>
          <w:rFonts w:ascii="Arial" w:hAnsi="Arial" w:cs="Arial"/>
        </w:rPr>
        <w:t>określającą nazwę handlową towar</w:t>
      </w:r>
      <w:r>
        <w:rPr>
          <w:rFonts w:ascii="Arial" w:hAnsi="Arial" w:cs="Arial"/>
        </w:rPr>
        <w:t xml:space="preserve">u zgodną z formularzem cenowym </w:t>
      </w:r>
      <w:r w:rsidRPr="008224BC">
        <w:rPr>
          <w:rFonts w:ascii="Arial" w:hAnsi="Arial" w:cs="Arial"/>
        </w:rPr>
        <w:t>i ceny jednostkowe dostarczonych towarów. ZAMAWIAJĄCY potwierdzi zgodność dostawy z fakturą poprzez podpisanie jednej kopii faktury VAT przeznaczonej dla WYKONAWCY.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Zamawiający zastrzega sobie prawo do : </w:t>
      </w:r>
    </w:p>
    <w:p w:rsidR="001F3754" w:rsidRPr="008224BC" w:rsidRDefault="001F3754" w:rsidP="001F3754">
      <w:pPr>
        <w:pStyle w:val="Zwykytekst"/>
        <w:numPr>
          <w:ilvl w:val="1"/>
          <w:numId w:val="7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dokonywania przesunięć ilościowych pomiędzy poszczególnymi pozycjami asortymentowymi będącymi przedmiotem niniejszej umowy. </w:t>
      </w:r>
    </w:p>
    <w:p w:rsidR="001F3754" w:rsidRPr="008224BC" w:rsidRDefault="001F3754" w:rsidP="001F3754">
      <w:pPr>
        <w:pStyle w:val="Zwykytekst"/>
        <w:numPr>
          <w:ilvl w:val="1"/>
          <w:numId w:val="7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Zmniejszenia realizacji umowy do  20% całkowitej wartości przedmiotu umowy.</w:t>
      </w:r>
    </w:p>
    <w:p w:rsidR="001F3754" w:rsidRPr="008224BC" w:rsidRDefault="001F3754" w:rsidP="001F3754">
      <w:pPr>
        <w:pStyle w:val="Zwykytekst"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224BC">
        <w:rPr>
          <w:rFonts w:ascii="Arial" w:hAnsi="Arial" w:cs="Arial"/>
        </w:rPr>
        <w:t>Z tego tytułu Wykonawca nie będzie uprawniony do innych roszczeń względem Zamawiającego niż żądania zapłaty za towar już dostarczony Zamawiającemu</w:t>
      </w:r>
    </w:p>
    <w:p w:rsidR="001F3754" w:rsidRPr="008224BC" w:rsidRDefault="001F3754" w:rsidP="001F3754">
      <w:pPr>
        <w:pStyle w:val="Zwykytekst"/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7.  Zamawiający na przesłanym zamówieniu do wykonawcy zobowiązany jest zamieścić kod zamawianego produktu.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1F3754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3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tabs>
          <w:tab w:val="clear" w:pos="390"/>
        </w:tabs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Ceny jednostkowe towarów stanowiących przedmiot umowy określa </w:t>
      </w:r>
      <w:r w:rsidRPr="008224BC">
        <w:rPr>
          <w:rFonts w:ascii="Arial" w:hAnsi="Arial" w:cs="Arial"/>
          <w:b/>
        </w:rPr>
        <w:t>załącznik nr 1</w:t>
      </w:r>
      <w:r w:rsidRPr="008224BC">
        <w:rPr>
          <w:rFonts w:ascii="Arial" w:hAnsi="Arial" w:cs="Arial"/>
        </w:rPr>
        <w:t xml:space="preserve"> do umowy.</w:t>
      </w:r>
    </w:p>
    <w:p w:rsidR="001F3754" w:rsidRPr="008224BC" w:rsidRDefault="001F3754" w:rsidP="001F3754">
      <w:pPr>
        <w:pStyle w:val="Zwykytekst"/>
        <w:spacing w:line="276" w:lineRule="auto"/>
        <w:ind w:left="350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 Ceny jednostkowe towarów nie ulegają zmianie przez okres </w:t>
      </w:r>
      <w:r w:rsidRPr="00FE4D2A">
        <w:rPr>
          <w:rFonts w:ascii="Arial" w:hAnsi="Arial" w:cs="Arial"/>
          <w:b/>
        </w:rPr>
        <w:t>12</w:t>
      </w:r>
      <w:r w:rsidRPr="008224BC">
        <w:rPr>
          <w:rFonts w:ascii="Arial" w:hAnsi="Arial" w:cs="Arial"/>
          <w:b/>
        </w:rPr>
        <w:t xml:space="preserve"> miesięcy</w:t>
      </w:r>
      <w:r w:rsidRPr="008224BC">
        <w:rPr>
          <w:rFonts w:ascii="Arial" w:hAnsi="Arial" w:cs="Arial"/>
        </w:rPr>
        <w:t xml:space="preserve"> od dnia podpisania </w:t>
      </w:r>
      <w:r>
        <w:rPr>
          <w:rFonts w:ascii="Arial" w:hAnsi="Arial" w:cs="Arial"/>
        </w:rPr>
        <w:t>umowy  z </w:t>
      </w:r>
      <w:r w:rsidRPr="008224BC">
        <w:rPr>
          <w:rFonts w:ascii="Arial" w:hAnsi="Arial" w:cs="Arial"/>
        </w:rPr>
        <w:t xml:space="preserve">wyjątkiem 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 xml:space="preserve">zmiany stawki podatku  VAT.   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lastRenderedPageBreak/>
        <w:t>W przypadku zmiany stawki VAT WYKONAWCA  zobowiązany jest do każdorazowego przedstawienia  wykazu w formie aneksu do umowy z nowo obowiązującymi cenami w terminie  co najmniej na 14 dni przed planowaną dostawą.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ZAMAWIAJĄCY zobowiązuje się płacić WYKONAWCY należną cenę stanowiącą iloczyn ceny brutto wg   załącznika nr 1 i ilości zamówionego  towaru  w terminie</w:t>
      </w:r>
      <w:r>
        <w:rPr>
          <w:rFonts w:ascii="Arial" w:hAnsi="Arial" w:cs="Arial"/>
        </w:rPr>
        <w:t xml:space="preserve"> </w:t>
      </w:r>
      <w:r w:rsidRPr="009F3432">
        <w:rPr>
          <w:rFonts w:ascii="Arial" w:hAnsi="Arial" w:cs="Arial"/>
          <w:b/>
        </w:rPr>
        <w:t>60</w:t>
      </w:r>
      <w:r>
        <w:rPr>
          <w:rFonts w:ascii="Arial" w:hAnsi="Arial" w:cs="Arial"/>
        </w:rPr>
        <w:t xml:space="preserve"> </w:t>
      </w:r>
      <w:r w:rsidRPr="00FE4D2A">
        <w:rPr>
          <w:rFonts w:ascii="Arial" w:hAnsi="Arial" w:cs="Arial"/>
          <w:b/>
        </w:rPr>
        <w:t>dni</w:t>
      </w:r>
      <w:r w:rsidRPr="008224BC">
        <w:rPr>
          <w:rFonts w:ascii="Arial" w:hAnsi="Arial" w:cs="Arial"/>
        </w:rPr>
        <w:t xml:space="preserve"> od daty wystawienia przez WYKONAWCĘ  faktury VAT.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Należną cena </w:t>
      </w:r>
      <w:r w:rsidRPr="008224BC">
        <w:rPr>
          <w:rFonts w:ascii="Arial" w:hAnsi="Arial" w:cs="Arial"/>
        </w:rPr>
        <w:t>będ</w:t>
      </w:r>
      <w:r>
        <w:rPr>
          <w:rFonts w:ascii="Arial" w:hAnsi="Arial" w:cs="Arial"/>
        </w:rPr>
        <w:t xml:space="preserve">zie płatne przez ZAMAWIAJĄCEGO </w:t>
      </w:r>
      <w:r w:rsidRPr="008224BC">
        <w:rPr>
          <w:rFonts w:ascii="Arial" w:hAnsi="Arial" w:cs="Arial"/>
        </w:rPr>
        <w:t>na rachunek bankowy nr ............................................................................................................................................................</w:t>
      </w:r>
    </w:p>
    <w:p w:rsidR="001F3754" w:rsidRPr="008224BC" w:rsidRDefault="001F3754" w:rsidP="001F3754">
      <w:pPr>
        <w:pStyle w:val="Zwykytekst"/>
        <w:spacing w:line="276" w:lineRule="auto"/>
        <w:ind w:left="390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WYKONAWCY.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1F3754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4</w:t>
      </w:r>
    </w:p>
    <w:p w:rsidR="001F3754" w:rsidRPr="008224BC" w:rsidRDefault="001F3754" w:rsidP="001F375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WYKONAWCA gwarantuje, że dostarczone towary będą posiadały cechy jakościowe określone </w:t>
      </w:r>
      <w:r>
        <w:rPr>
          <w:rFonts w:ascii="Arial" w:hAnsi="Arial" w:cs="Arial"/>
        </w:rPr>
        <w:t>w </w:t>
      </w:r>
      <w:r w:rsidRPr="008224BC">
        <w:rPr>
          <w:rFonts w:ascii="Arial" w:hAnsi="Arial" w:cs="Arial"/>
        </w:rPr>
        <w:t>obowiązujących przepisach prawa oraz wynikające z ich właściwości i przeznaczenia, a także będą prawidłowo opakowane i oznakowane oraz posiadać polską wersję językową..</w:t>
      </w:r>
    </w:p>
    <w:p w:rsidR="001F3754" w:rsidRPr="008224BC" w:rsidRDefault="001F3754" w:rsidP="001F375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Dostarczony ZAMAWIAJĄCEMU </w:t>
      </w:r>
      <w:r w:rsidRPr="008224BC">
        <w:rPr>
          <w:rFonts w:ascii="Arial" w:hAnsi="Arial" w:cs="Arial"/>
        </w:rPr>
        <w:t xml:space="preserve">przez WYKONAWCĘ towar będzie posiadał co najmniej </w:t>
      </w:r>
      <w:r w:rsidRPr="008224BC">
        <w:rPr>
          <w:rFonts w:ascii="Arial" w:hAnsi="Arial" w:cs="Arial"/>
          <w:b/>
        </w:rPr>
        <w:t>12-miesięczny</w:t>
      </w:r>
      <w:r w:rsidRPr="008224BC">
        <w:rPr>
          <w:rFonts w:ascii="Arial" w:hAnsi="Arial" w:cs="Arial"/>
        </w:rPr>
        <w:t xml:space="preserve"> okres  ważności i przydatności do użytkowania (</w:t>
      </w:r>
      <w:r w:rsidRPr="008224BC">
        <w:rPr>
          <w:rFonts w:ascii="Arial" w:hAnsi="Arial" w:cs="Arial"/>
          <w:i/>
        </w:rPr>
        <w:t>stosowania</w:t>
      </w:r>
      <w:r w:rsidRPr="008224BC">
        <w:rPr>
          <w:rFonts w:ascii="Arial" w:hAnsi="Arial" w:cs="Arial"/>
        </w:rPr>
        <w:t>).</w:t>
      </w:r>
    </w:p>
    <w:p w:rsidR="001F3754" w:rsidRPr="008224BC" w:rsidRDefault="001F3754" w:rsidP="001F3754">
      <w:pPr>
        <w:pStyle w:val="Zwykytekst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  </w:t>
      </w:r>
      <w:r w:rsidR="00CA206D">
        <w:rPr>
          <w:rFonts w:ascii="Arial" w:hAnsi="Arial" w:cs="Arial"/>
        </w:rPr>
        <w:t xml:space="preserve">ZAMAWIAJĄCY </w:t>
      </w:r>
      <w:r w:rsidRPr="008224BC">
        <w:rPr>
          <w:rFonts w:ascii="Arial" w:hAnsi="Arial" w:cs="Arial"/>
        </w:rPr>
        <w:t>bez jakichkolwiek roszczeń finansowych Wykonawcy z tym związany</w:t>
      </w:r>
      <w:r>
        <w:rPr>
          <w:rFonts w:ascii="Arial" w:hAnsi="Arial" w:cs="Arial"/>
        </w:rPr>
        <w:t>ch</w:t>
      </w:r>
      <w:r w:rsidRPr="008224BC">
        <w:rPr>
          <w:rFonts w:ascii="Arial" w:hAnsi="Arial" w:cs="Arial"/>
        </w:rPr>
        <w:t xml:space="preserve">, może odmówić 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>przyjęcia dostawy w całości lub części jeżeli:</w:t>
      </w:r>
    </w:p>
    <w:p w:rsidR="001F3754" w:rsidRPr="008224BC" w:rsidRDefault="001F3754" w:rsidP="001F3754">
      <w:pPr>
        <w:pStyle w:val="Zwykytekst"/>
        <w:spacing w:line="276" w:lineRule="auto"/>
        <w:ind w:left="426" w:hanging="426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       a)  otrzymany towar będzie posiadał inny n</w:t>
      </w:r>
      <w:r w:rsidR="004133CC">
        <w:rPr>
          <w:rFonts w:ascii="Arial" w:hAnsi="Arial" w:cs="Arial"/>
        </w:rPr>
        <w:t>umer  serii lub datę ważności (</w:t>
      </w:r>
      <w:r w:rsidRPr="008224BC">
        <w:rPr>
          <w:rFonts w:ascii="Arial" w:hAnsi="Arial" w:cs="Arial"/>
        </w:rPr>
        <w:t xml:space="preserve">jeśli obowiązuje ) inną niż ta, 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 xml:space="preserve">jaka figuruje na fakturze VAT wskazującej  dostarczony towar </w:t>
      </w:r>
    </w:p>
    <w:p w:rsidR="001F3754" w:rsidRPr="008224BC" w:rsidRDefault="001F3754" w:rsidP="001F3754">
      <w:pPr>
        <w:pStyle w:val="Zwykytekst"/>
        <w:spacing w:line="276" w:lineRule="auto"/>
        <w:ind w:left="426" w:hanging="426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       b) jakikolwiek element towaru nie będzie oryginalnie o</w:t>
      </w:r>
      <w:r>
        <w:rPr>
          <w:rFonts w:ascii="Arial" w:hAnsi="Arial" w:cs="Arial"/>
        </w:rPr>
        <w:t>pakowany i oznakowany zgodnie z </w:t>
      </w:r>
      <w:r w:rsidRPr="008224BC">
        <w:rPr>
          <w:rFonts w:ascii="Arial" w:hAnsi="Arial" w:cs="Arial"/>
        </w:rPr>
        <w:t>obowiązującymi przepisami lub nie wszystkie opakowania będą nie naruszone.</w:t>
      </w:r>
    </w:p>
    <w:p w:rsidR="001F3754" w:rsidRPr="008224BC" w:rsidRDefault="001F3754" w:rsidP="001F3754">
      <w:pPr>
        <w:pStyle w:val="Zwykytekst"/>
        <w:spacing w:line="276" w:lineRule="auto"/>
        <w:ind w:left="426" w:hanging="426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4.    WYKONAWCA jest zobowiązany niezwłocznie pise</w:t>
      </w:r>
      <w:r>
        <w:rPr>
          <w:rFonts w:ascii="Arial" w:hAnsi="Arial" w:cs="Arial"/>
        </w:rPr>
        <w:t xml:space="preserve">mnie informować ZAMAWIAJĄCEGO o </w:t>
      </w:r>
      <w:r w:rsidRPr="008224BC">
        <w:rPr>
          <w:rFonts w:ascii="Arial" w:hAnsi="Arial" w:cs="Arial"/>
        </w:rPr>
        <w:t>wstrzymaniu stosowania  lub wycofania z obrotu towarów objętych niniejszą umową.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ZAMAWIAJĄCY  jest zobowiązany niezwłocznie zawiadomić  WYKONAWCĘ (</w:t>
      </w:r>
      <w:r w:rsidRPr="008224BC">
        <w:rPr>
          <w:rFonts w:ascii="Arial" w:hAnsi="Arial" w:cs="Arial"/>
          <w:i/>
        </w:rPr>
        <w:t>reklamacje</w:t>
      </w:r>
      <w:r w:rsidRPr="008224BC">
        <w:rPr>
          <w:rFonts w:ascii="Arial" w:hAnsi="Arial" w:cs="Arial"/>
        </w:rPr>
        <w:t>) o dostawach towarów nie Spełniających warunków jakościowych określonych w umowie oraz o brakach ilościowych  dostarczonych towarów.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WYKONAWCA zobowiązany jest w terminie do </w:t>
      </w:r>
      <w:r w:rsidRPr="008224BC">
        <w:rPr>
          <w:rFonts w:ascii="Arial" w:hAnsi="Arial" w:cs="Arial"/>
          <w:b/>
        </w:rPr>
        <w:t>5-dni</w:t>
      </w:r>
      <w:r w:rsidRPr="008224BC">
        <w:rPr>
          <w:rFonts w:ascii="Arial" w:hAnsi="Arial" w:cs="Arial"/>
        </w:rPr>
        <w:t xml:space="preserve"> roboc</w:t>
      </w:r>
      <w:r>
        <w:rPr>
          <w:rFonts w:ascii="Arial" w:hAnsi="Arial" w:cs="Arial"/>
        </w:rPr>
        <w:t>zych dostarczyć ZAMAWIAJĄCEMU w </w:t>
      </w:r>
      <w:r w:rsidRPr="008224BC">
        <w:rPr>
          <w:rFonts w:ascii="Arial" w:hAnsi="Arial" w:cs="Arial"/>
        </w:rPr>
        <w:t>miejsce towaru wadliwego towar odpowiadający wymaganiom określonym w umowie oraz towar brakujący.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1F3754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5</w:t>
      </w:r>
    </w:p>
    <w:p w:rsidR="001F3754" w:rsidRPr="008224BC" w:rsidRDefault="001F3754" w:rsidP="001F3754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opóźnienia</w:t>
      </w:r>
      <w:r w:rsidRPr="008224BC">
        <w:rPr>
          <w:rFonts w:ascii="Arial" w:hAnsi="Arial" w:cs="Arial"/>
        </w:rPr>
        <w:t xml:space="preserve"> w dostawie zamówionego lub reklamowanego towaru WYKONAWCA zapłaci ZAMAWIAJĄCEMU karę umowną w wysokości </w:t>
      </w:r>
      <w:r w:rsidRPr="008224BC">
        <w:rPr>
          <w:rFonts w:ascii="Arial" w:hAnsi="Arial" w:cs="Arial"/>
          <w:b/>
        </w:rPr>
        <w:t>0,5 %</w:t>
      </w:r>
      <w:r w:rsidRPr="008224BC">
        <w:rPr>
          <w:rFonts w:ascii="Arial" w:hAnsi="Arial" w:cs="Arial"/>
        </w:rPr>
        <w:t xml:space="preserve"> wartości nie zrealizowanego z</w:t>
      </w:r>
      <w:r>
        <w:rPr>
          <w:rFonts w:ascii="Arial" w:hAnsi="Arial" w:cs="Arial"/>
        </w:rPr>
        <w:t>amówienia za każdy dzień opóźnienia</w:t>
      </w:r>
      <w:r w:rsidRPr="008224BC">
        <w:rPr>
          <w:rFonts w:ascii="Arial" w:hAnsi="Arial" w:cs="Arial"/>
        </w:rPr>
        <w:t>.</w:t>
      </w:r>
    </w:p>
    <w:p w:rsidR="001F3754" w:rsidRPr="008224BC" w:rsidRDefault="0094795A" w:rsidP="001F3754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może dochodzić od </w:t>
      </w:r>
      <w:r w:rsidR="007113AC">
        <w:rPr>
          <w:rFonts w:ascii="Arial" w:hAnsi="Arial" w:cs="Arial"/>
        </w:rPr>
        <w:t xml:space="preserve">WYKONAWCY </w:t>
      </w:r>
      <w:r w:rsidR="001F3754" w:rsidRPr="008224BC">
        <w:rPr>
          <w:rFonts w:ascii="Arial" w:hAnsi="Arial" w:cs="Arial"/>
        </w:rPr>
        <w:t>odszkodowania przenosząc</w:t>
      </w:r>
      <w:r>
        <w:rPr>
          <w:rFonts w:ascii="Arial" w:hAnsi="Arial" w:cs="Arial"/>
        </w:rPr>
        <w:t xml:space="preserve">ego wysokość zastrzeżonej kary </w:t>
      </w:r>
      <w:r w:rsidR="001F3754" w:rsidRPr="008224BC">
        <w:rPr>
          <w:rFonts w:ascii="Arial" w:hAnsi="Arial" w:cs="Arial"/>
        </w:rPr>
        <w:t>umownej</w:t>
      </w:r>
    </w:p>
    <w:p w:rsidR="001F3754" w:rsidRPr="008224BC" w:rsidRDefault="001F3754" w:rsidP="001F3754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Dostawca nie może bez zgody Zamawiającego przelać wierzytelności wynikających z niniejszej u</w:t>
      </w:r>
      <w:r>
        <w:rPr>
          <w:rFonts w:ascii="Arial" w:hAnsi="Arial" w:cs="Arial"/>
        </w:rPr>
        <w:t>mowy na osobę trzecią pod rygorem nieważności tej czynności.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1F3754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6</w:t>
      </w:r>
    </w:p>
    <w:p w:rsidR="001F3754" w:rsidRPr="008224BC" w:rsidRDefault="001F3754" w:rsidP="001F375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Umowa zostaje zawarta na c</w:t>
      </w:r>
      <w:r w:rsidR="007113AC">
        <w:rPr>
          <w:rFonts w:ascii="Arial" w:hAnsi="Arial" w:cs="Arial"/>
        </w:rPr>
        <w:t xml:space="preserve">zas określony do dnia  </w:t>
      </w:r>
      <w:r w:rsidR="00EE6844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>r.</w:t>
      </w:r>
      <w:r w:rsidRPr="008224BC">
        <w:rPr>
          <w:rFonts w:ascii="Arial" w:hAnsi="Arial" w:cs="Arial"/>
        </w:rPr>
        <w:t xml:space="preserve"> </w:t>
      </w:r>
    </w:p>
    <w:p w:rsidR="001F3754" w:rsidRPr="008224BC" w:rsidRDefault="001F3754" w:rsidP="001F375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1F3754" w:rsidRPr="008224BC" w:rsidRDefault="001F3754" w:rsidP="001F375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Umowa może być rozwiązana w każdym czasie na mocy porozumienia stron.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7</w:t>
      </w:r>
    </w:p>
    <w:p w:rsidR="001F3754" w:rsidRPr="008224BC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 sprawach związanych z realizacją niniejszej umowy przedstawicielem Zamawiającego będzie Kierownik Apteki Szpitalnej.</w:t>
      </w:r>
    </w:p>
    <w:p w:rsidR="001F3754" w:rsidRPr="008224BC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Wszelkie zmiany lub uzupełnienia umowy mogą być dokonane za zgodą stron w formie pisemnej pod rygorem  nieważności.</w:t>
      </w:r>
    </w:p>
    <w:p w:rsidR="001F3754" w:rsidRPr="008224BC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 sprawach nie uregulowanych umową mają zastosowanie odpowiedn</w:t>
      </w:r>
      <w:r>
        <w:rPr>
          <w:rFonts w:ascii="Arial" w:hAnsi="Arial" w:cs="Arial"/>
        </w:rPr>
        <w:t>ie przepisy Kodeksu Cywilnego i </w:t>
      </w:r>
      <w:r w:rsidRPr="008224BC">
        <w:rPr>
          <w:rFonts w:ascii="Arial" w:hAnsi="Arial" w:cs="Arial"/>
        </w:rPr>
        <w:t>ustawy  Prawo zamówień publicznych.</w:t>
      </w:r>
    </w:p>
    <w:p w:rsidR="001F3754" w:rsidRPr="008224BC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Załączniki do umowy stanowią jej integralną część.</w:t>
      </w:r>
    </w:p>
    <w:p w:rsidR="001F3754" w:rsidRPr="00FE4D2A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lastRenderedPageBreak/>
        <w:t>Umow</w:t>
      </w:r>
      <w:r w:rsidR="0094795A">
        <w:rPr>
          <w:rFonts w:ascii="Arial" w:hAnsi="Arial" w:cs="Arial"/>
        </w:rPr>
        <w:t xml:space="preserve">a została sporządzona w dwóch </w:t>
      </w:r>
      <w:r w:rsidRPr="008224BC">
        <w:rPr>
          <w:rFonts w:ascii="Arial" w:hAnsi="Arial" w:cs="Arial"/>
        </w:rPr>
        <w:t>jednakowo brzmiących egzemplarzach po jednym dla każdej ze stron.</w:t>
      </w:r>
    </w:p>
    <w:p w:rsidR="00010AE1" w:rsidRPr="00F173A3" w:rsidRDefault="001F3754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  <w:r w:rsidRPr="008224BC">
        <w:rPr>
          <w:rFonts w:ascii="Arial" w:hAnsi="Arial" w:cs="Arial"/>
          <w:b/>
        </w:rPr>
        <w:t xml:space="preserve">WYKONAWCA:                         </w:t>
      </w:r>
      <w:r w:rsidRPr="008224BC">
        <w:rPr>
          <w:rFonts w:ascii="Arial" w:hAnsi="Arial" w:cs="Arial"/>
          <w:b/>
        </w:rPr>
        <w:tab/>
      </w:r>
      <w:r w:rsidRPr="008224BC">
        <w:rPr>
          <w:rFonts w:ascii="Arial" w:hAnsi="Arial" w:cs="Arial"/>
          <w:b/>
        </w:rPr>
        <w:tab/>
      </w:r>
      <w:r w:rsidRPr="008224BC">
        <w:rPr>
          <w:rFonts w:ascii="Arial" w:hAnsi="Arial" w:cs="Arial"/>
          <w:b/>
        </w:rPr>
        <w:tab/>
      </w:r>
      <w:r w:rsidRPr="008224BC">
        <w:rPr>
          <w:rFonts w:ascii="Arial" w:hAnsi="Arial" w:cs="Arial"/>
          <w:b/>
        </w:rPr>
        <w:tab/>
      </w:r>
      <w:r w:rsidR="00B05DFC">
        <w:rPr>
          <w:rFonts w:ascii="Arial" w:hAnsi="Arial" w:cs="Arial"/>
          <w:b/>
        </w:rPr>
        <w:t xml:space="preserve">                                           </w:t>
      </w:r>
      <w:r w:rsidRPr="008224BC">
        <w:rPr>
          <w:rFonts w:ascii="Arial" w:hAnsi="Arial" w:cs="Arial"/>
          <w:b/>
        </w:rPr>
        <w:t>ZAMAWIAJĄCY:</w:t>
      </w:r>
    </w:p>
    <w:sectPr w:rsidR="00010AE1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0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54"/>
    <w:rsid w:val="00010AE1"/>
    <w:rsid w:val="000354D8"/>
    <w:rsid w:val="00125FCC"/>
    <w:rsid w:val="00140888"/>
    <w:rsid w:val="001618F4"/>
    <w:rsid w:val="001C73E9"/>
    <w:rsid w:val="001F3754"/>
    <w:rsid w:val="00243D10"/>
    <w:rsid w:val="002A2668"/>
    <w:rsid w:val="00307B09"/>
    <w:rsid w:val="004133CC"/>
    <w:rsid w:val="004358CF"/>
    <w:rsid w:val="004839DB"/>
    <w:rsid w:val="00564CC9"/>
    <w:rsid w:val="006B06DD"/>
    <w:rsid w:val="006E3BAA"/>
    <w:rsid w:val="007113AC"/>
    <w:rsid w:val="00761580"/>
    <w:rsid w:val="00935A7E"/>
    <w:rsid w:val="0094795A"/>
    <w:rsid w:val="009562DC"/>
    <w:rsid w:val="00987CEA"/>
    <w:rsid w:val="00A07C29"/>
    <w:rsid w:val="00A528E1"/>
    <w:rsid w:val="00AA04AD"/>
    <w:rsid w:val="00AA7B10"/>
    <w:rsid w:val="00B05DFC"/>
    <w:rsid w:val="00BD1C94"/>
    <w:rsid w:val="00CA206D"/>
    <w:rsid w:val="00E06E93"/>
    <w:rsid w:val="00EE6844"/>
    <w:rsid w:val="00F173A3"/>
    <w:rsid w:val="00FA4173"/>
    <w:rsid w:val="00FC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246BB-8AB5-4A51-B21C-5E34EC1F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A7F31-0D11-46F4-8443-73DF02AB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98</cp:revision>
  <cp:lastPrinted>2018-05-25T12:08:00Z</cp:lastPrinted>
  <dcterms:created xsi:type="dcterms:W3CDTF">2018-05-22T06:21:00Z</dcterms:created>
  <dcterms:modified xsi:type="dcterms:W3CDTF">2019-04-12T07:04:00Z</dcterms:modified>
</cp:coreProperties>
</file>